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C6CD9" w:rsidRPr="005A4E8A" w14:paraId="03E5E048" w14:textId="77777777" w:rsidTr="00050DA7">
        <w:tc>
          <w:tcPr>
            <w:tcW w:w="4428" w:type="dxa"/>
          </w:tcPr>
          <w:p w14:paraId="79B0EC16" w14:textId="77777777" w:rsidR="00DC6CD9" w:rsidRPr="005A4E8A" w:rsidRDefault="00DC6CD9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7B48EF57" w14:textId="47547B72" w:rsidR="00705490" w:rsidRDefault="00705490" w:rsidP="008E278F">
            <w:pPr>
              <w:jc w:val="right"/>
            </w:pPr>
            <w:r>
              <w:t>ANM18/9/1</w:t>
            </w:r>
            <w:r>
              <w:t>7</w:t>
            </w:r>
            <w:bookmarkStart w:id="0" w:name="_GoBack"/>
            <w:bookmarkEnd w:id="0"/>
          </w:p>
          <w:p w14:paraId="135E1310" w14:textId="21CE1D5B" w:rsidR="00DC6CD9" w:rsidRDefault="00705490" w:rsidP="008E278F">
            <w:pPr>
              <w:jc w:val="right"/>
            </w:pPr>
            <w:r>
              <w:t xml:space="preserve">Formerly </w:t>
            </w:r>
            <w:r w:rsidR="00DC6CD9">
              <w:t>EEP18/output/</w:t>
            </w:r>
            <w:r w:rsidR="001F62D0">
              <w:t>17</w:t>
            </w:r>
          </w:p>
          <w:p w14:paraId="1B0E0516" w14:textId="77777777" w:rsidR="00DC6CD9" w:rsidRPr="005A4E8A" w:rsidRDefault="00DC6CD9" w:rsidP="008E278F">
            <w:pPr>
              <w:jc w:val="right"/>
            </w:pPr>
          </w:p>
        </w:tc>
      </w:tr>
      <w:tr w:rsidR="00DC6CD9" w:rsidRPr="005A4E8A" w14:paraId="140F395C" w14:textId="77777777" w:rsidTr="00050DA7">
        <w:tc>
          <w:tcPr>
            <w:tcW w:w="4428" w:type="dxa"/>
          </w:tcPr>
          <w:p w14:paraId="24D9E1FB" w14:textId="77777777" w:rsidR="00DC6CD9" w:rsidRDefault="00DC6CD9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14:paraId="55BF1A06" w14:textId="77777777" w:rsidR="00DC6CD9" w:rsidRDefault="00DC6CD9" w:rsidP="0032256A">
            <w:pPr>
              <w:tabs>
                <w:tab w:val="left" w:pos="851"/>
              </w:tabs>
            </w:pPr>
            <w:r>
              <w:tab/>
              <w:t xml:space="preserve">IALA </w:t>
            </w:r>
            <w:r w:rsidRPr="00EA5D6B">
              <w:t>Secretariat</w:t>
            </w:r>
          </w:p>
          <w:p w14:paraId="1F5628BB" w14:textId="77777777" w:rsidR="00DC6CD9" w:rsidRPr="00EA5D6B" w:rsidRDefault="00DC6CD9" w:rsidP="0032256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7654B86" w14:textId="77777777" w:rsidR="00DC6CD9" w:rsidRPr="005A4E8A" w:rsidRDefault="00743BA7" w:rsidP="00CE08CE">
            <w:pPr>
              <w:jc w:val="right"/>
            </w:pPr>
            <w:r>
              <w:t>20</w:t>
            </w:r>
            <w:r w:rsidR="00DC6CD9">
              <w:t xml:space="preserve"> April 2012</w:t>
            </w:r>
          </w:p>
        </w:tc>
      </w:tr>
    </w:tbl>
    <w:p w14:paraId="2718448E" w14:textId="77777777" w:rsidR="00DC6CD9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690AD606" w14:textId="77777777" w:rsidR="00DC6CD9" w:rsidRPr="00630E6A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5FC1873C" w14:textId="77777777" w:rsidR="00DC6CD9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Review of Recommendation O-132 on Quality Management for Aids to Navigation Authorities </w:t>
      </w:r>
    </w:p>
    <w:p w14:paraId="1E6DE795" w14:textId="77777777" w:rsidR="00DC6CD9" w:rsidRPr="00630E6A" w:rsidRDefault="00DC6CD9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795A1059" w14:textId="77777777" w:rsidR="00DC6CD9" w:rsidRPr="00630E6A" w:rsidRDefault="00DC6CD9" w:rsidP="005A4E8A">
      <w:pPr>
        <w:pStyle w:val="Heading1"/>
        <w:numPr>
          <w:ilvl w:val="0"/>
          <w:numId w:val="26"/>
        </w:numPr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F3222A4" w14:textId="69A72A0B" w:rsidR="00DC6CD9" w:rsidRPr="00743BA7" w:rsidRDefault="00DC6CD9" w:rsidP="005A4E8A">
      <w:pPr>
        <w:pStyle w:val="BodyText"/>
      </w:pPr>
      <w:r>
        <w:t xml:space="preserve">Following the withdrawal of Guideline 1034 on Product Certification the EEP Committee has reviewed Recommendation O-132 on </w:t>
      </w:r>
      <w:r w:rsidRPr="00280E3C">
        <w:t>quality management for aids to navigation authorities</w:t>
      </w:r>
      <w:r>
        <w:t xml:space="preserve"> and has suggested a number of changes for consideration by the ANM Committee</w:t>
      </w:r>
      <w:r w:rsidR="00CD7200">
        <w:t xml:space="preserve"> (see EEP18/output/18)</w:t>
      </w:r>
      <w:r>
        <w:t>.</w:t>
      </w:r>
    </w:p>
    <w:p w14:paraId="1167AE3F" w14:textId="77777777" w:rsidR="00DC6CD9" w:rsidRPr="00630E6A" w:rsidRDefault="00DC6CD9" w:rsidP="00630E6A">
      <w:pPr>
        <w:pStyle w:val="Heading1"/>
        <w:numPr>
          <w:ilvl w:val="0"/>
          <w:numId w:val="26"/>
        </w:numPr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519450FF" w14:textId="77777777" w:rsidR="00DC6CD9" w:rsidRDefault="00DC6CD9" w:rsidP="00FE6B0A">
      <w:pPr>
        <w:pStyle w:val="ListBullet"/>
        <w:numPr>
          <w:ilvl w:val="0"/>
          <w:numId w:val="0"/>
        </w:numPr>
      </w:pPr>
      <w:r>
        <w:t>The ANM Committee is requested to consider the following suggested changes to Recommendation O-132:</w:t>
      </w:r>
    </w:p>
    <w:p w14:paraId="41F4239F" w14:textId="77777777" w:rsidR="00DC6CD9" w:rsidRDefault="00DC6CD9" w:rsidP="00FE6B0A">
      <w:pPr>
        <w:pStyle w:val="ListBullet"/>
      </w:pPr>
      <w:r>
        <w:t>Minor edits</w:t>
      </w:r>
    </w:p>
    <w:p w14:paraId="4E07748F" w14:textId="77777777" w:rsidR="00DC6CD9" w:rsidRDefault="00DC6CD9" w:rsidP="00FE6B0A">
      <w:pPr>
        <w:pStyle w:val="ListBullet"/>
      </w:pPr>
      <w:r>
        <w:t>Removal of references to IALA Guideline 1034 on Product Certification as this Guideline has now been withdrawn</w:t>
      </w:r>
    </w:p>
    <w:p w14:paraId="0F0F7E13" w14:textId="77777777" w:rsidR="00DC6CD9" w:rsidRDefault="00DC6CD9" w:rsidP="00EA5D6B">
      <w:pPr>
        <w:pStyle w:val="BodyText"/>
      </w:pPr>
    </w:p>
    <w:sectPr w:rsidR="00DC6CD9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EDC2F" w14:textId="77777777" w:rsidR="00DC6CD9" w:rsidRDefault="00DC6CD9" w:rsidP="00002906">
      <w:r>
        <w:separator/>
      </w:r>
    </w:p>
  </w:endnote>
  <w:endnote w:type="continuationSeparator" w:id="0">
    <w:p w14:paraId="22682C37" w14:textId="77777777" w:rsidR="00DC6CD9" w:rsidRDefault="00DC6CD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2CA4F" w14:textId="77777777" w:rsidR="00DC6CD9" w:rsidRDefault="00DC6CD9">
    <w:pPr>
      <w:pStyle w:val="Footer"/>
    </w:pPr>
    <w:r>
      <w:tab/>
    </w:r>
    <w:r w:rsidR="00743BA7">
      <w:fldChar w:fldCharType="begin"/>
    </w:r>
    <w:r w:rsidR="00743BA7">
      <w:instrText xml:space="preserve"> PAGE   \* MERGEFORMAT </w:instrText>
    </w:r>
    <w:r w:rsidR="00743BA7">
      <w:fldChar w:fldCharType="separate"/>
    </w:r>
    <w:r w:rsidR="00705490">
      <w:rPr>
        <w:noProof/>
      </w:rPr>
      <w:t>1</w:t>
    </w:r>
    <w:r w:rsidR="00743BA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4567F" w14:textId="77777777" w:rsidR="00DC6CD9" w:rsidRDefault="00DC6CD9" w:rsidP="00002906">
      <w:r>
        <w:separator/>
      </w:r>
    </w:p>
  </w:footnote>
  <w:footnote w:type="continuationSeparator" w:id="0">
    <w:p w14:paraId="21EA9806" w14:textId="77777777" w:rsidR="00DC6CD9" w:rsidRDefault="00DC6CD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64E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316D59F6"/>
    <w:multiLevelType w:val="hybridMultilevel"/>
    <w:tmpl w:val="052A6BA0"/>
    <w:lvl w:ilvl="0" w:tplc="7B26F248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637ED0"/>
    <w:multiLevelType w:val="hybridMultilevel"/>
    <w:tmpl w:val="8A5C55BA"/>
    <w:lvl w:ilvl="0" w:tplc="0C09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896B08"/>
    <w:multiLevelType w:val="hybridMultilevel"/>
    <w:tmpl w:val="B7D03918"/>
    <w:lvl w:ilvl="0" w:tplc="C11E3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2"/>
  </w:num>
  <w:num w:numId="13">
    <w:abstractNumId w:val="19"/>
  </w:num>
  <w:num w:numId="14">
    <w:abstractNumId w:val="12"/>
  </w:num>
  <w:num w:numId="15">
    <w:abstractNumId w:val="12"/>
  </w:num>
  <w:num w:numId="16">
    <w:abstractNumId w:val="6"/>
  </w:num>
  <w:num w:numId="17">
    <w:abstractNumId w:val="13"/>
  </w:num>
  <w:num w:numId="18">
    <w:abstractNumId w:val="10"/>
  </w:num>
  <w:num w:numId="19">
    <w:abstractNumId w:val="1"/>
  </w:num>
  <w:num w:numId="20">
    <w:abstractNumId w:val="5"/>
  </w:num>
  <w:num w:numId="21">
    <w:abstractNumId w:val="15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7"/>
  </w:num>
  <w:num w:numId="28">
    <w:abstractNumId w:val="18"/>
  </w:num>
  <w:num w:numId="29">
    <w:abstractNumId w:val="4"/>
  </w:num>
  <w:num w:numId="30">
    <w:abstractNumId w:val="16"/>
  </w:num>
  <w:num w:numId="31">
    <w:abstractNumId w:val="11"/>
  </w:num>
  <w:num w:numId="32">
    <w:abstractNumId w:val="7"/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"/>
  </w:num>
  <w:num w:numId="37">
    <w:abstractNumId w:val="3"/>
  </w:num>
  <w:num w:numId="38">
    <w:abstractNumId w:val="9"/>
  </w:num>
  <w:num w:numId="39">
    <w:abstractNumId w:val="1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230E7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A01"/>
    <w:rsid w:val="00115C7F"/>
    <w:rsid w:val="00135447"/>
    <w:rsid w:val="00152273"/>
    <w:rsid w:val="001A654A"/>
    <w:rsid w:val="001C74CF"/>
    <w:rsid w:val="001F62D0"/>
    <w:rsid w:val="00261280"/>
    <w:rsid w:val="00280E3C"/>
    <w:rsid w:val="002F62B6"/>
    <w:rsid w:val="0032256A"/>
    <w:rsid w:val="003D55DD"/>
    <w:rsid w:val="003E1831"/>
    <w:rsid w:val="0040165D"/>
    <w:rsid w:val="00405082"/>
    <w:rsid w:val="00412A62"/>
    <w:rsid w:val="00424954"/>
    <w:rsid w:val="00435126"/>
    <w:rsid w:val="00455661"/>
    <w:rsid w:val="00496767"/>
    <w:rsid w:val="004A1C06"/>
    <w:rsid w:val="004C1386"/>
    <w:rsid w:val="004C220D"/>
    <w:rsid w:val="005105E5"/>
    <w:rsid w:val="0051216D"/>
    <w:rsid w:val="00524677"/>
    <w:rsid w:val="00586DFA"/>
    <w:rsid w:val="005A4E8A"/>
    <w:rsid w:val="005D05AC"/>
    <w:rsid w:val="005E7489"/>
    <w:rsid w:val="00630E6A"/>
    <w:rsid w:val="00630F7F"/>
    <w:rsid w:val="0064435F"/>
    <w:rsid w:val="00662B33"/>
    <w:rsid w:val="006900B0"/>
    <w:rsid w:val="006B0703"/>
    <w:rsid w:val="006C140E"/>
    <w:rsid w:val="006D470F"/>
    <w:rsid w:val="006E109C"/>
    <w:rsid w:val="006E5C49"/>
    <w:rsid w:val="0070386D"/>
    <w:rsid w:val="00705490"/>
    <w:rsid w:val="00705A45"/>
    <w:rsid w:val="00727E88"/>
    <w:rsid w:val="00743BA7"/>
    <w:rsid w:val="00745DEE"/>
    <w:rsid w:val="0074679F"/>
    <w:rsid w:val="00775878"/>
    <w:rsid w:val="00780650"/>
    <w:rsid w:val="0078396F"/>
    <w:rsid w:val="007A150E"/>
    <w:rsid w:val="007A27EA"/>
    <w:rsid w:val="007E3F96"/>
    <w:rsid w:val="007F6DE9"/>
    <w:rsid w:val="0080092C"/>
    <w:rsid w:val="008267C3"/>
    <w:rsid w:val="00856F08"/>
    <w:rsid w:val="00872453"/>
    <w:rsid w:val="008B02C1"/>
    <w:rsid w:val="008B66C6"/>
    <w:rsid w:val="008E278F"/>
    <w:rsid w:val="008F13DD"/>
    <w:rsid w:val="00902AA4"/>
    <w:rsid w:val="00940EC8"/>
    <w:rsid w:val="00996164"/>
    <w:rsid w:val="009C1BEF"/>
    <w:rsid w:val="009F3B6C"/>
    <w:rsid w:val="009F5C36"/>
    <w:rsid w:val="00A27F12"/>
    <w:rsid w:val="00A30579"/>
    <w:rsid w:val="00A43021"/>
    <w:rsid w:val="00A43AE0"/>
    <w:rsid w:val="00A515A9"/>
    <w:rsid w:val="00A80ADA"/>
    <w:rsid w:val="00AA76C0"/>
    <w:rsid w:val="00AB3800"/>
    <w:rsid w:val="00AD673D"/>
    <w:rsid w:val="00AE3A2D"/>
    <w:rsid w:val="00B06707"/>
    <w:rsid w:val="00B077EC"/>
    <w:rsid w:val="00B15B24"/>
    <w:rsid w:val="00B7653A"/>
    <w:rsid w:val="00B8247E"/>
    <w:rsid w:val="00BA0536"/>
    <w:rsid w:val="00BE42A5"/>
    <w:rsid w:val="00BE7AB2"/>
    <w:rsid w:val="00C11C16"/>
    <w:rsid w:val="00C36520"/>
    <w:rsid w:val="00C637A9"/>
    <w:rsid w:val="00C831A7"/>
    <w:rsid w:val="00CA04AF"/>
    <w:rsid w:val="00CA1408"/>
    <w:rsid w:val="00CB1451"/>
    <w:rsid w:val="00CD7200"/>
    <w:rsid w:val="00CE08CE"/>
    <w:rsid w:val="00CE7DDF"/>
    <w:rsid w:val="00D70DB4"/>
    <w:rsid w:val="00D84384"/>
    <w:rsid w:val="00DB71B0"/>
    <w:rsid w:val="00DC64DD"/>
    <w:rsid w:val="00DC6CD9"/>
    <w:rsid w:val="00E5627A"/>
    <w:rsid w:val="00E763C1"/>
    <w:rsid w:val="00E76CED"/>
    <w:rsid w:val="00E93C9B"/>
    <w:rsid w:val="00EA5D6B"/>
    <w:rsid w:val="00EC160C"/>
    <w:rsid w:val="00ED1960"/>
    <w:rsid w:val="00EE3F2F"/>
    <w:rsid w:val="00EF2815"/>
    <w:rsid w:val="00F3553D"/>
    <w:rsid w:val="00F666EA"/>
    <w:rsid w:val="00F73F78"/>
    <w:rsid w:val="00F91F5C"/>
    <w:rsid w:val="00FA179C"/>
    <w:rsid w:val="00FA5842"/>
    <w:rsid w:val="00FA6769"/>
    <w:rsid w:val="00FC1885"/>
    <w:rsid w:val="00FD03CA"/>
    <w:rsid w:val="00FE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DBE4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2"/>
      </w:numPr>
      <w:tabs>
        <w:tab w:val="clear" w:pos="360"/>
        <w:tab w:val="num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2"/>
      </w:numPr>
      <w:tabs>
        <w:tab w:val="clear" w:pos="360"/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2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2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8396F"/>
    <w:rPr>
      <w:rFonts w:ascii="Cambria" w:hAnsi="Cambria" w:cs="Times New Roman"/>
      <w:sz w:val="20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17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18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19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20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21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tabs>
        <w:tab w:val="clear" w:pos="432"/>
        <w:tab w:val="num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tabs>
        <w:tab w:val="clear" w:pos="576"/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tabs>
        <w:tab w:val="clear" w:pos="72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30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31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ListBullet">
    <w:name w:val="List Bullet"/>
    <w:basedOn w:val="Normal"/>
    <w:autoRedefine/>
    <w:uiPriority w:val="99"/>
    <w:locked/>
    <w:rsid w:val="00FE6B0A"/>
    <w:pPr>
      <w:numPr>
        <w:numId w:val="40"/>
      </w:numPr>
      <w:spacing w:before="60" w:after="80"/>
    </w:pPr>
    <w:rPr>
      <w:rFonts w:cs="Calibri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68</TotalTime>
  <Pages>1</Pages>
  <Words>111</Words>
  <Characters>634</Characters>
  <Application>Microsoft Macintosh Word</Application>
  <DocSecurity>0</DocSecurity>
  <Lines>5</Lines>
  <Paragraphs>1</Paragraphs>
  <ScaleCrop>false</ScaleCrop>
  <Company>DFO-MPO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 (Home)</cp:lastModifiedBy>
  <cp:revision>26</cp:revision>
  <cp:lastPrinted>2006-10-19T10:49:00Z</cp:lastPrinted>
  <dcterms:created xsi:type="dcterms:W3CDTF">2011-04-07T11:37:00Z</dcterms:created>
  <dcterms:modified xsi:type="dcterms:W3CDTF">2012-04-21T10:50:00Z</dcterms:modified>
</cp:coreProperties>
</file>